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33" w:rsidRDefault="00BF2033" w:rsidP="009D3F41">
      <w:pPr>
        <w:jc w:val="center"/>
        <w:rPr>
          <w:rFonts w:ascii="黑体" w:eastAsia="黑体"/>
          <w:sz w:val="32"/>
          <w:szCs w:val="32"/>
        </w:rPr>
      </w:pPr>
      <w:r w:rsidRPr="009D3F41">
        <w:rPr>
          <w:rFonts w:ascii="黑体" w:eastAsia="黑体" w:hint="eastAsia"/>
          <w:sz w:val="32"/>
          <w:szCs w:val="32"/>
        </w:rPr>
        <w:t>兰州城市学院公开招聘人员分岗位面试方案</w:t>
      </w:r>
    </w:p>
    <w:p w:rsidR="00BF2033" w:rsidRPr="009D3F41" w:rsidRDefault="00BF2033" w:rsidP="009D3F41">
      <w:pPr>
        <w:jc w:val="center"/>
        <w:rPr>
          <w:rFonts w:ascii="黑体" w:eastAsia="黑体"/>
          <w:sz w:val="32"/>
          <w:szCs w:val="32"/>
        </w:rPr>
      </w:pPr>
    </w:p>
    <w:p w:rsidR="00BF2033" w:rsidRDefault="00BF2033">
      <w:pPr>
        <w:rPr>
          <w:rFonts w:ascii="楷体_GB2312" w:eastAsia="楷体_GB2312"/>
          <w:b/>
          <w:sz w:val="32"/>
          <w:szCs w:val="32"/>
          <w:u w:val="single"/>
        </w:rPr>
      </w:pPr>
      <w:r w:rsidRPr="009D3F41">
        <w:rPr>
          <w:rFonts w:ascii="楷体_GB2312" w:eastAsia="楷体_GB2312" w:hint="eastAsia"/>
          <w:b/>
          <w:sz w:val="32"/>
          <w:szCs w:val="32"/>
        </w:rPr>
        <w:t>岗位代码</w:t>
      </w:r>
      <w:r w:rsidRPr="009D3F41">
        <w:rPr>
          <w:rFonts w:ascii="楷体_GB2312" w:eastAsia="楷体_GB2312"/>
          <w:b/>
          <w:sz w:val="32"/>
          <w:szCs w:val="32"/>
        </w:rPr>
        <w:t xml:space="preserve"> </w:t>
      </w:r>
      <w:r w:rsidRPr="009D3F41">
        <w:rPr>
          <w:rFonts w:ascii="楷体_GB2312" w:eastAsia="楷体_GB2312"/>
          <w:sz w:val="32"/>
          <w:szCs w:val="32"/>
          <w:u w:val="single"/>
        </w:rPr>
        <w:t xml:space="preserve"> </w:t>
      </w:r>
      <w:r>
        <w:rPr>
          <w:rFonts w:ascii="楷体_GB2312" w:eastAsia="楷体_GB2312"/>
          <w:sz w:val="32"/>
          <w:szCs w:val="32"/>
          <w:u w:val="single"/>
        </w:rPr>
        <w:t>110</w:t>
      </w:r>
      <w:r w:rsidRPr="009D3F41">
        <w:rPr>
          <w:rFonts w:ascii="楷体_GB2312" w:eastAsia="楷体_GB2312"/>
          <w:sz w:val="32"/>
          <w:szCs w:val="32"/>
          <w:u w:val="single"/>
        </w:rPr>
        <w:t xml:space="preserve">  </w:t>
      </w:r>
      <w:r w:rsidRPr="009D3F41">
        <w:rPr>
          <w:rFonts w:ascii="楷体_GB2312" w:eastAsia="楷体_GB2312"/>
          <w:b/>
          <w:sz w:val="32"/>
          <w:szCs w:val="32"/>
        </w:rPr>
        <w:t xml:space="preserve"> </w:t>
      </w:r>
      <w:r w:rsidRPr="009D3F41">
        <w:rPr>
          <w:rFonts w:ascii="楷体_GB2312" w:eastAsia="楷体_GB2312" w:hint="eastAsia"/>
          <w:b/>
          <w:sz w:val="32"/>
          <w:szCs w:val="32"/>
        </w:rPr>
        <w:t>专业</w:t>
      </w:r>
      <w:r w:rsidRPr="009D3F41">
        <w:rPr>
          <w:rFonts w:ascii="楷体_GB2312" w:eastAsia="楷体_GB2312"/>
          <w:b/>
          <w:sz w:val="32"/>
          <w:szCs w:val="32"/>
        </w:rPr>
        <w:t xml:space="preserve"> </w:t>
      </w:r>
      <w:r>
        <w:rPr>
          <w:rFonts w:ascii="楷体_GB2312" w:eastAsia="楷体_GB2312" w:hint="eastAsia"/>
          <w:sz w:val="32"/>
          <w:szCs w:val="32"/>
          <w:u w:val="single"/>
        </w:rPr>
        <w:t>器乐表演</w:t>
      </w:r>
      <w:r w:rsidRPr="009D3F41">
        <w:rPr>
          <w:rFonts w:ascii="楷体_GB2312" w:eastAsia="楷体_GB2312"/>
          <w:b/>
          <w:sz w:val="32"/>
          <w:szCs w:val="32"/>
        </w:rPr>
        <w:t xml:space="preserve"> </w:t>
      </w:r>
      <w:r w:rsidRPr="009D3F41">
        <w:rPr>
          <w:rFonts w:ascii="楷体_GB2312" w:eastAsia="楷体_GB2312" w:hint="eastAsia"/>
          <w:b/>
          <w:sz w:val="32"/>
          <w:szCs w:val="32"/>
        </w:rPr>
        <w:t>招聘单位</w:t>
      </w:r>
      <w:r w:rsidRPr="009D3F41">
        <w:rPr>
          <w:rFonts w:ascii="楷体_GB2312" w:eastAsia="楷体_GB2312"/>
          <w:b/>
          <w:sz w:val="32"/>
          <w:szCs w:val="32"/>
        </w:rPr>
        <w:t xml:space="preserve"> </w:t>
      </w:r>
      <w:r>
        <w:rPr>
          <w:rFonts w:ascii="楷体_GB2312" w:eastAsia="楷体_GB2312" w:hint="eastAsia"/>
          <w:sz w:val="32"/>
          <w:szCs w:val="32"/>
          <w:u w:val="single"/>
        </w:rPr>
        <w:t>附属中学</w:t>
      </w:r>
      <w:r w:rsidRPr="009D3F41">
        <w:rPr>
          <w:rFonts w:ascii="楷体_GB2312" w:eastAsia="楷体_GB2312"/>
          <w:b/>
          <w:sz w:val="32"/>
          <w:szCs w:val="32"/>
          <w:u w:val="single"/>
        </w:rPr>
        <w:t xml:space="preserve"> </w:t>
      </w:r>
    </w:p>
    <w:p w:rsidR="00BF2033" w:rsidRPr="009D3F41" w:rsidRDefault="00BF2033">
      <w:pPr>
        <w:rPr>
          <w:rFonts w:ascii="楷体_GB2312" w:eastAsia="楷体_GB2312"/>
          <w:b/>
          <w:sz w:val="32"/>
          <w:szCs w:val="32"/>
          <w:u w:val="single"/>
        </w:rPr>
      </w:pPr>
    </w:p>
    <w:p w:rsidR="00BF2033" w:rsidRDefault="00BF2033" w:rsidP="00D87B7C">
      <w:pPr>
        <w:ind w:firstLineChars="200" w:firstLine="31680"/>
        <w:rPr>
          <w:rFonts w:ascii="楷体_GB2312" w:eastAsia="楷体_GB2312"/>
          <w:sz w:val="32"/>
          <w:szCs w:val="32"/>
        </w:rPr>
      </w:pPr>
      <w:r w:rsidRPr="009D3F41">
        <w:rPr>
          <w:rFonts w:ascii="楷体_GB2312" w:eastAsia="楷体_GB2312" w:hint="eastAsia"/>
          <w:sz w:val="32"/>
          <w:szCs w:val="32"/>
        </w:rPr>
        <w:t>根据《兰州城市学院公开招聘人员考试规程（面试）》的规定，结合本岗位的具体要求，特制订本方案：</w:t>
      </w:r>
    </w:p>
    <w:p w:rsidR="00BF2033" w:rsidRPr="00D87B7C" w:rsidRDefault="00BF2033" w:rsidP="00D87B7C">
      <w:pPr>
        <w:ind w:firstLineChars="200" w:firstLine="31680"/>
        <w:rPr>
          <w:rFonts w:ascii="楷体_GB2312" w:eastAsia="楷体_GB2312"/>
          <w:b/>
          <w:sz w:val="32"/>
          <w:szCs w:val="32"/>
        </w:rPr>
      </w:pPr>
      <w:r w:rsidRPr="00D87B7C">
        <w:rPr>
          <w:rFonts w:ascii="楷体_GB2312" w:eastAsia="楷体_GB2312" w:hint="eastAsia"/>
          <w:b/>
          <w:sz w:val="32"/>
          <w:szCs w:val="32"/>
        </w:rPr>
        <w:t>一、面试内容</w:t>
      </w:r>
    </w:p>
    <w:p w:rsidR="00BF2033" w:rsidRDefault="00BF2033" w:rsidP="00D87B7C">
      <w:pPr>
        <w:ind w:firstLineChars="200" w:firstLine="3168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（一）乐曲演奏（二或三首，其中技巧性、抒情性乐曲各一首、另一首自选）</w:t>
      </w:r>
    </w:p>
    <w:p w:rsidR="00BF2033" w:rsidRDefault="00BF2033" w:rsidP="00D87B7C">
      <w:pPr>
        <w:ind w:firstLineChars="200" w:firstLine="3168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（二）第二乐器演奏（可选项</w:t>
      </w:r>
      <w:r w:rsidRPr="00E94F3E">
        <w:rPr>
          <w:rFonts w:ascii="楷体_GB2312" w:eastAsia="楷体_GB2312" w:hint="eastAsia"/>
          <w:sz w:val="32"/>
          <w:szCs w:val="32"/>
        </w:rPr>
        <w:t>），自备乐器。</w:t>
      </w:r>
    </w:p>
    <w:p w:rsidR="00BF2033" w:rsidRDefault="00BF2033" w:rsidP="00D87B7C">
      <w:pPr>
        <w:ind w:firstLineChars="200" w:firstLine="3168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（三）试讲：属七和弦及其转位以及解决</w:t>
      </w:r>
    </w:p>
    <w:p w:rsidR="00BF2033" w:rsidRDefault="00BF2033" w:rsidP="00D87B7C">
      <w:pPr>
        <w:ind w:firstLineChars="200" w:firstLine="31680"/>
        <w:rPr>
          <w:rFonts w:ascii="楷体_GB2312" w:eastAsia="楷体_GB2312"/>
          <w:b/>
          <w:sz w:val="32"/>
          <w:szCs w:val="32"/>
        </w:rPr>
      </w:pPr>
      <w:r w:rsidRPr="00D87B7C">
        <w:rPr>
          <w:rFonts w:ascii="楷体_GB2312" w:eastAsia="楷体_GB2312" w:hint="eastAsia"/>
          <w:b/>
          <w:sz w:val="32"/>
          <w:szCs w:val="32"/>
        </w:rPr>
        <w:t>四、面试地点</w:t>
      </w:r>
    </w:p>
    <w:p w:rsidR="00BF2033" w:rsidRDefault="00BF2033" w:rsidP="00D87B7C">
      <w:pPr>
        <w:ind w:firstLineChars="200" w:firstLine="3168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校本部大音乐厅</w:t>
      </w:r>
    </w:p>
    <w:p w:rsidR="00BF2033" w:rsidRDefault="00BF2033" w:rsidP="00B058C8">
      <w:pPr>
        <w:ind w:firstLineChars="200" w:firstLine="31680"/>
        <w:rPr>
          <w:rFonts w:ascii="楷体_GB2312" w:eastAsia="楷体_GB2312"/>
          <w:sz w:val="32"/>
          <w:szCs w:val="32"/>
        </w:rPr>
      </w:pPr>
    </w:p>
    <w:sectPr w:rsidR="00BF2033" w:rsidSect="009614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033" w:rsidRDefault="00BF2033">
      <w:r>
        <w:separator/>
      </w:r>
    </w:p>
  </w:endnote>
  <w:endnote w:type="continuationSeparator" w:id="1">
    <w:p w:rsidR="00BF2033" w:rsidRDefault="00BF2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33" w:rsidRDefault="00BF20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33" w:rsidRDefault="00BF20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33" w:rsidRDefault="00BF20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033" w:rsidRDefault="00BF2033">
      <w:r>
        <w:separator/>
      </w:r>
    </w:p>
  </w:footnote>
  <w:footnote w:type="continuationSeparator" w:id="1">
    <w:p w:rsidR="00BF2033" w:rsidRDefault="00BF20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33" w:rsidRDefault="00BF20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33" w:rsidRDefault="00BF2033" w:rsidP="00D87B7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33" w:rsidRDefault="00BF203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A4B"/>
    <w:rsid w:val="001044B2"/>
    <w:rsid w:val="00152F26"/>
    <w:rsid w:val="003A002F"/>
    <w:rsid w:val="003D40F5"/>
    <w:rsid w:val="003F7ACD"/>
    <w:rsid w:val="00421972"/>
    <w:rsid w:val="00435F17"/>
    <w:rsid w:val="00446E38"/>
    <w:rsid w:val="00462A5F"/>
    <w:rsid w:val="004C22C0"/>
    <w:rsid w:val="006B32D3"/>
    <w:rsid w:val="007154FC"/>
    <w:rsid w:val="0074174A"/>
    <w:rsid w:val="007F0F5A"/>
    <w:rsid w:val="008104C2"/>
    <w:rsid w:val="00942CF3"/>
    <w:rsid w:val="00961467"/>
    <w:rsid w:val="009D3F41"/>
    <w:rsid w:val="009D4985"/>
    <w:rsid w:val="00A11BDA"/>
    <w:rsid w:val="00A94F27"/>
    <w:rsid w:val="00AF44FC"/>
    <w:rsid w:val="00B03703"/>
    <w:rsid w:val="00B058C8"/>
    <w:rsid w:val="00B84A4B"/>
    <w:rsid w:val="00B86662"/>
    <w:rsid w:val="00BE5608"/>
    <w:rsid w:val="00BF2033"/>
    <w:rsid w:val="00C54D57"/>
    <w:rsid w:val="00C91263"/>
    <w:rsid w:val="00D7515B"/>
    <w:rsid w:val="00D87B7C"/>
    <w:rsid w:val="00E67918"/>
    <w:rsid w:val="00E70CE4"/>
    <w:rsid w:val="00E94F3E"/>
    <w:rsid w:val="00FC5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46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104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4174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104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174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29</Words>
  <Characters>169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17</cp:revision>
  <dcterms:created xsi:type="dcterms:W3CDTF">2013-07-03T03:01:00Z</dcterms:created>
  <dcterms:modified xsi:type="dcterms:W3CDTF">2013-07-04T06:57:00Z</dcterms:modified>
</cp:coreProperties>
</file>